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018B129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8C2D29">
        <w:rPr>
          <w:rStyle w:val="Strong"/>
          <w:rFonts w:asciiTheme="minorHAnsi" w:hAnsiTheme="minorHAnsi" w:cstheme="minorHAnsi"/>
          <w:lang w:val="en-GB"/>
        </w:rPr>
        <w:t>29-G00</w:t>
      </w:r>
      <w:r w:rsidR="0095755C">
        <w:rPr>
          <w:rStyle w:val="Strong"/>
          <w:rFonts w:asciiTheme="minorHAnsi" w:hAnsiTheme="minorHAnsi" w:cstheme="minorHAnsi"/>
          <w:lang w:val="en-GB"/>
        </w:rPr>
        <w:t>2</w:t>
      </w:r>
      <w:r w:rsidR="008C2D29">
        <w:rPr>
          <w:rStyle w:val="Strong"/>
          <w:rFonts w:asciiTheme="minorHAnsi" w:hAnsiTheme="minorHAnsi" w:cstheme="minorHAnsi"/>
          <w:lang w:val="en-GB"/>
        </w:rPr>
        <w:t>-2</w:t>
      </w:r>
      <w:r w:rsidR="00111469">
        <w:rPr>
          <w:rStyle w:val="Strong"/>
          <w:rFonts w:asciiTheme="minorHAnsi" w:hAnsiTheme="minorHAnsi" w:cstheme="minorHAnsi"/>
          <w:lang w:val="en-GB"/>
        </w:rPr>
        <w:t>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796F4AAE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C9051E">
        <w:rPr>
          <w:rFonts w:ascii="Calibri" w:hAnsi="Calibri" w:cs="Calibri"/>
        </w:rPr>
        <w:t xml:space="preserve">posted on the </w:t>
      </w:r>
      <w:r w:rsidR="005F5C3B" w:rsidRPr="00C9051E">
        <w:rPr>
          <w:rFonts w:ascii="Calibri" w:hAnsi="Calibri" w:cs="Calibri"/>
        </w:rPr>
        <w:t>Kiribati Public Procurement Web</w:t>
      </w:r>
      <w:r w:rsidRPr="00C9051E">
        <w:rPr>
          <w:rFonts w:ascii="Calibri" w:hAnsi="Calibri" w:cs="Calibri"/>
        </w:rPr>
        <w:t xml:space="preserve"> </w:t>
      </w:r>
      <w:r w:rsidR="00D80D8E" w:rsidRPr="00C9051E">
        <w:rPr>
          <w:rFonts w:ascii="Calibri" w:hAnsi="Calibri" w:cs="Calibri"/>
        </w:rPr>
        <w:t>Portal</w:t>
      </w:r>
      <w:r w:rsidRPr="00C9051E">
        <w:rPr>
          <w:rFonts w:ascii="Calibri" w:hAnsi="Calibri" w:cs="Calibri"/>
        </w:rPr>
        <w:t xml:space="preserve"> (</w:t>
      </w:r>
      <w:r w:rsidR="00D85E1B" w:rsidRPr="00C9051E">
        <w:rPr>
          <w:rStyle w:val="Hyperlink"/>
          <w:rFonts w:ascii="Calibri" w:hAnsi="Calibri" w:cs="Calibri"/>
          <w:lang w:val="en-GB"/>
        </w:rPr>
        <w:t>www.procurement.gov.ki/opentender</w:t>
      </w:r>
      <w:r w:rsidRPr="00C9051E">
        <w:rPr>
          <w:rFonts w:ascii="Calibri" w:hAnsi="Calibri" w:cs="Calibri"/>
        </w:rPr>
        <w:t xml:space="preserve">) </w:t>
      </w:r>
      <w:r w:rsidRPr="00C9051E">
        <w:rPr>
          <w:rFonts w:ascii="Calibri" w:hAnsi="Calibri" w:cs="Calibri"/>
          <w:u w:val="single"/>
        </w:rPr>
        <w:t>or</w:t>
      </w:r>
      <w:r w:rsidRPr="00C9051E">
        <w:rPr>
          <w:rFonts w:ascii="Calibri" w:hAnsi="Calibri" w:cs="Calibri"/>
        </w:rPr>
        <w:t xml:space="preserve"> sent directly </w:t>
      </w:r>
      <w:r w:rsidR="00FE039B" w:rsidRPr="00C9051E">
        <w:rPr>
          <w:rFonts w:ascii="Calibri" w:hAnsi="Calibri" w:cs="Calibri"/>
        </w:rPr>
        <w:t xml:space="preserve">to </w:t>
      </w:r>
      <w:r w:rsidRPr="00C9051E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072"/>
        <w:gridCol w:w="2520"/>
      </w:tblGrid>
      <w:tr w:rsidR="00B0293A" w:rsidRPr="00A33618" w14:paraId="07FCC147" w14:textId="77777777" w:rsidTr="00296F76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072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520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296F76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072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710C066" w14:textId="654C4901" w:rsidR="00B0293A" w:rsidRPr="00532E97" w:rsidRDefault="00BE52EF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932E1F">
              <w:rPr>
                <w:rFonts w:ascii="Calibri" w:hAnsi="Calibri"/>
                <w:szCs w:val="20"/>
              </w:rPr>
              <w:t>8/03/23</w:t>
            </w:r>
          </w:p>
        </w:tc>
      </w:tr>
      <w:tr w:rsidR="00B0293A" w:rsidRPr="00A33618" w14:paraId="4D9567D4" w14:textId="77777777" w:rsidTr="00296F76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072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089B299" w14:textId="76965945" w:rsidR="00B0293A" w:rsidRPr="00CB6DDC" w:rsidRDefault="00145C23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296F76" w:rsidRPr="00296F76">
              <w:rPr>
                <w:rFonts w:ascii="Calibri" w:hAnsi="Calibri"/>
                <w:szCs w:val="20"/>
              </w:rPr>
              <w:t>/</w:t>
            </w:r>
            <w:r w:rsidR="00932E1F">
              <w:rPr>
                <w:rFonts w:ascii="Calibri" w:hAnsi="Calibri"/>
                <w:szCs w:val="20"/>
              </w:rPr>
              <w:t>04</w:t>
            </w:r>
            <w:r w:rsidR="00296F76" w:rsidRP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D841A6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296F76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072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B0F8C82" w14:textId="684E9213" w:rsidR="00B0293A" w:rsidRPr="00251A4B" w:rsidRDefault="00932E1F" w:rsidP="0011146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145C23">
              <w:rPr>
                <w:rFonts w:ascii="Calibri" w:hAnsi="Calibri"/>
                <w:szCs w:val="20"/>
              </w:rPr>
              <w:t>9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E21991">
              <w:rPr>
                <w:rFonts w:ascii="Calibri" w:hAnsi="Calibri"/>
                <w:szCs w:val="20"/>
              </w:rPr>
              <w:t>4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3D3C37BA" w14:textId="77777777" w:rsidTr="00296F76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072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729EB91F" w:rsidR="00B0293A" w:rsidRPr="00CB6DDC" w:rsidRDefault="00932E1F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296F76" w:rsidRPr="00296F76">
              <w:rPr>
                <w:rFonts w:ascii="Calibri" w:hAnsi="Calibri"/>
                <w:szCs w:val="20"/>
              </w:rPr>
              <w:t>/</w:t>
            </w:r>
            <w:r w:rsidR="00111469">
              <w:rPr>
                <w:rFonts w:ascii="Calibri" w:hAnsi="Calibri"/>
                <w:szCs w:val="20"/>
              </w:rPr>
              <w:t>4</w:t>
            </w:r>
            <w:r w:rsidR="00296F76" w:rsidRP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D841A6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296F76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072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E8CE09F" w14:textId="35F80BEB" w:rsidR="00B0293A" w:rsidRPr="00532E97" w:rsidRDefault="00932E1F" w:rsidP="0011146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111469">
              <w:rPr>
                <w:rFonts w:ascii="Calibri" w:hAnsi="Calibri"/>
                <w:szCs w:val="20"/>
              </w:rPr>
              <w:t>4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5319267B" w14:textId="77777777" w:rsidTr="00296F76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072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449178D" w14:textId="72549EA0" w:rsidR="00B0293A" w:rsidRPr="00532E97" w:rsidRDefault="00E2199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932E1F">
              <w:rPr>
                <w:rFonts w:ascii="Calibri" w:hAnsi="Calibri"/>
                <w:szCs w:val="20"/>
              </w:rPr>
              <w:t>7/</w:t>
            </w:r>
            <w:r w:rsidR="00111469">
              <w:rPr>
                <w:rFonts w:ascii="Calibri" w:hAnsi="Calibri"/>
                <w:szCs w:val="20"/>
              </w:rPr>
              <w:t>4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603C6C3A" w14:textId="77777777" w:rsidTr="00296F76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072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2ADCA74" w14:textId="2991D64B" w:rsidR="00B0293A" w:rsidRPr="00532E97" w:rsidRDefault="00932E1F" w:rsidP="0011146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E21991">
              <w:rPr>
                <w:rFonts w:ascii="Calibri" w:hAnsi="Calibri"/>
                <w:szCs w:val="20"/>
              </w:rPr>
              <w:t>5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405F2EC0" w14:textId="77777777" w:rsidTr="00296F76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072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783A509" w14:textId="2D94F7B6" w:rsidR="00B0293A" w:rsidRPr="00532E97" w:rsidRDefault="00932E1F" w:rsidP="0011146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12/05/23</w:t>
            </w:r>
          </w:p>
        </w:tc>
      </w:tr>
      <w:tr w:rsidR="00B0293A" w:rsidRPr="00A33618" w14:paraId="169855ED" w14:textId="77777777" w:rsidTr="00296F76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072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8C3B234" w14:textId="01FA8A9C" w:rsidR="00B0293A" w:rsidRPr="00532E97" w:rsidRDefault="00AB011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</w:t>
            </w:r>
            <w:r w:rsidRPr="00AB011A">
              <w:rPr>
                <w:rFonts w:ascii="Calibri" w:hAnsi="Calibri"/>
                <w:szCs w:val="20"/>
                <w:vertAlign w:val="superscript"/>
              </w:rPr>
              <w:t>rd</w:t>
            </w:r>
            <w:r>
              <w:rPr>
                <w:rFonts w:ascii="Calibri" w:hAnsi="Calibri"/>
                <w:szCs w:val="20"/>
              </w:rPr>
              <w:t xml:space="preserve"> </w:t>
            </w:r>
            <w:r w:rsidR="00296F76">
              <w:rPr>
                <w:rFonts w:ascii="Calibri" w:hAnsi="Calibri"/>
                <w:szCs w:val="20"/>
              </w:rPr>
              <w:t xml:space="preserve">Quarter </w:t>
            </w:r>
            <w:r w:rsidR="00880EFF">
              <w:rPr>
                <w:rFonts w:ascii="Calibri" w:hAnsi="Calibri"/>
                <w:szCs w:val="20"/>
              </w:rPr>
              <w:t>202</w:t>
            </w:r>
            <w:r>
              <w:rPr>
                <w:rFonts w:ascii="Calibri" w:hAnsi="Calibri"/>
                <w:szCs w:val="20"/>
              </w:rPr>
              <w:t>3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900FE" w14:textId="77777777" w:rsidR="007A6CEC" w:rsidRDefault="007A6CEC">
      <w:r>
        <w:separator/>
      </w:r>
    </w:p>
  </w:endnote>
  <w:endnote w:type="continuationSeparator" w:id="0">
    <w:p w14:paraId="26B7D224" w14:textId="77777777" w:rsidR="007A6CEC" w:rsidRDefault="007A6CEC">
      <w:r>
        <w:continuationSeparator/>
      </w:r>
    </w:p>
  </w:endnote>
  <w:endnote w:type="continuationNotice" w:id="1">
    <w:p w14:paraId="6EFB2135" w14:textId="77777777" w:rsidR="007A6CEC" w:rsidRDefault="007A6C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394019E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5755C">
      <w:rPr>
        <w:noProof/>
      </w:rPr>
      <w:t>2023-03-29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A2383" w14:textId="77777777" w:rsidR="007A6CEC" w:rsidRDefault="007A6CEC">
      <w:r>
        <w:separator/>
      </w:r>
    </w:p>
  </w:footnote>
  <w:footnote w:type="continuationSeparator" w:id="0">
    <w:p w14:paraId="5F03D602" w14:textId="77777777" w:rsidR="007A6CEC" w:rsidRDefault="007A6CEC">
      <w:r>
        <w:continuationSeparator/>
      </w:r>
    </w:p>
  </w:footnote>
  <w:footnote w:type="continuationNotice" w:id="1">
    <w:p w14:paraId="7BEA5C35" w14:textId="77777777" w:rsidR="007A6CEC" w:rsidRDefault="007A6C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C9C6571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RFQ-MXXX-2020-</w:t>
    </w:r>
    <w:r w:rsidRPr="00FE039B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454832">
    <w:abstractNumId w:val="1"/>
  </w:num>
  <w:num w:numId="2" w16cid:durableId="1432118012">
    <w:abstractNumId w:val="10"/>
  </w:num>
  <w:num w:numId="3" w16cid:durableId="793449354">
    <w:abstractNumId w:val="11"/>
  </w:num>
  <w:num w:numId="4" w16cid:durableId="1122117750">
    <w:abstractNumId w:val="4"/>
  </w:num>
  <w:num w:numId="5" w16cid:durableId="1947730027">
    <w:abstractNumId w:val="3"/>
  </w:num>
  <w:num w:numId="6" w16cid:durableId="204145607">
    <w:abstractNumId w:val="7"/>
  </w:num>
  <w:num w:numId="7" w16cid:durableId="1054045074">
    <w:abstractNumId w:val="5"/>
  </w:num>
  <w:num w:numId="8" w16cid:durableId="150949308">
    <w:abstractNumId w:val="9"/>
  </w:num>
  <w:num w:numId="9" w16cid:durableId="1318265253">
    <w:abstractNumId w:val="0"/>
  </w:num>
  <w:num w:numId="10" w16cid:durableId="2082437828">
    <w:abstractNumId w:val="8"/>
  </w:num>
  <w:num w:numId="11" w16cid:durableId="649021913">
    <w:abstractNumId w:val="2"/>
  </w:num>
  <w:num w:numId="12" w16cid:durableId="1656490578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3C6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46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5C23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253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76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6A8C"/>
    <w:rsid w:val="004C7826"/>
    <w:rsid w:val="004D1BE5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13C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502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5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24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A6CEC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01A3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5875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EFF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2D29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AFA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E1F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5755C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A47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6F8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11A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797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52EF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051E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6DE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1FF2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41A6"/>
    <w:rsid w:val="00D85B59"/>
    <w:rsid w:val="00D85E1B"/>
    <w:rsid w:val="00D8753C"/>
    <w:rsid w:val="00D9035F"/>
    <w:rsid w:val="00D90E61"/>
    <w:rsid w:val="00D91FBE"/>
    <w:rsid w:val="00D9221C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199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5EA5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9F7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69B3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ACE943-4520-4247-9E77-102D3D4DC4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8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1257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Mirata N Tekaai</cp:lastModifiedBy>
  <cp:revision>6</cp:revision>
  <cp:lastPrinted>2013-10-18T08:32:00Z</cp:lastPrinted>
  <dcterms:created xsi:type="dcterms:W3CDTF">2023-03-20T22:20:00Z</dcterms:created>
  <dcterms:modified xsi:type="dcterms:W3CDTF">2023-03-29T02:39:00Z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